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343BA3" w:rsidP="00343BA3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November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343BA3" w:rsidP="00343BA3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.00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343BA3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DB5424">
              <w:rPr>
                <w:lang w:val="en-GB"/>
              </w:rPr>
              <w:t>ML</w:t>
            </w:r>
            <w:r w:rsidR="00B434B1">
              <w:rPr>
                <w:lang w:val="en-GB"/>
              </w:rPr>
              <w:t xml:space="preserve">, </w:t>
            </w:r>
            <w:r w:rsidR="00343BA3">
              <w:rPr>
                <w:lang w:val="en-GB"/>
              </w:rPr>
              <w:t>Roger Frank (RF)</w:t>
            </w:r>
            <w:r w:rsidR="004E3ACA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343BA3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Giuseppe Scarpelli (GS</w:t>
            </w:r>
            <w:r w:rsidRPr="00A90DA2">
              <w:rPr>
                <w:lang w:val="en-GB"/>
              </w:rPr>
              <w:t>)</w:t>
            </w:r>
          </w:p>
        </w:tc>
      </w:tr>
      <w:tr w:rsidR="00900EB4" w:rsidTr="00343BA3">
        <w:trPr>
          <w:trHeight w:hRule="exact" w:val="149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1F5CE5" w:rsidRDefault="00343BA3" w:rsidP="00745337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Chairman's letter to ISO TC 221 (draft)</w:t>
            </w:r>
          </w:p>
          <w:p w:rsidR="00745337" w:rsidRDefault="00343BA3" w:rsidP="00BD053F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Provisional Programme for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</w:t>
            </w:r>
            <w:proofErr w:type="spellStart"/>
            <w:r>
              <w:rPr>
                <w:lang w:val="en-GB"/>
              </w:rPr>
              <w:t>Masterclass</w:t>
            </w:r>
            <w:proofErr w:type="spellEnd"/>
          </w:p>
          <w:p w:rsidR="004E3ACA" w:rsidRDefault="00343BA3" w:rsidP="00343BA3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N0xyz EN 1997-1 2004 A1 2012 (E) Candidate for UAP</w:t>
            </w:r>
          </w:p>
          <w:p w:rsidR="00343BA3" w:rsidRDefault="00343BA3" w:rsidP="00343BA3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 xml:space="preserve">Specific mandate response for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(v3, </w:t>
            </w:r>
            <w:proofErr w:type="spellStart"/>
            <w:r>
              <w:rPr>
                <w:lang w:val="en-GB"/>
              </w:rPr>
              <w:t>nov</w:t>
            </w:r>
            <w:proofErr w:type="spellEnd"/>
            <w:r>
              <w:rPr>
                <w:lang w:val="en-GB"/>
              </w:rPr>
              <w:t xml:space="preserve"> 2012)</w:t>
            </w:r>
          </w:p>
          <w:p w:rsidR="00343BA3" w:rsidRPr="00750692" w:rsidRDefault="00343BA3" w:rsidP="00343BA3">
            <w:pPr>
              <w:pStyle w:val="FieldText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Meeting report 1</w:t>
            </w:r>
            <w:r w:rsidRPr="00343BA3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SC7 Experts Meeting Brussels 2012</w:t>
            </w: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90771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864A08" w:rsidP="004E3ACA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Recap Brussels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864A08" w:rsidP="0079077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AL</w:t>
            </w:r>
            <w:r w:rsidR="00745337">
              <w:rPr>
                <w:lang w:val="en-GB"/>
              </w:rPr>
              <w:t>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0771" w:rsidRDefault="00864A08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Pr="00501F7A" w:rsidRDefault="004E3ACA" w:rsidP="00D405EF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>EG1: Anchors – progress of prEN1997-1-A2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DB3A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864A08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405E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Conflict EG5 and ISO TC 221 Technical Report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B3A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</w:tr>
      <w:tr w:rsidR="00864A08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405E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SC7 Proposal for evolution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B3A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</w:tr>
      <w:tr w:rsidR="00864A08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864A08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CEN/TC 250 meeting 15 &amp; 16 November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405E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4A08" w:rsidRDefault="00864A08" w:rsidP="00DB3A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56757C">
            <w:pPr>
              <w:pStyle w:val="ActionItems"/>
              <w:rPr>
                <w:lang w:val="en-GB"/>
              </w:rPr>
            </w:pPr>
            <w:proofErr w:type="spellStart"/>
            <w:r>
              <w:rPr>
                <w:lang w:val="en-GB"/>
              </w:rPr>
              <w:t>Masterclass</w:t>
            </w:r>
            <w:proofErr w:type="spellEnd"/>
            <w:r>
              <w:rPr>
                <w:lang w:val="en-GB"/>
              </w:rPr>
              <w:t xml:space="preserve"> SC7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BD053F">
              <w:rPr>
                <w:lang w:val="en-GB"/>
              </w:rPr>
              <w:t>5</w:t>
            </w:r>
          </w:p>
        </w:tc>
      </w:tr>
      <w:tr w:rsidR="00BD053F" w:rsidTr="00501F7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053F" w:rsidRPr="00501F7A" w:rsidRDefault="004E3ACA" w:rsidP="001642D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DB3A27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864A08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4E3ACA" w:rsidP="00864A08">
            <w:pPr>
              <w:pStyle w:val="ActionItems"/>
              <w:rPr>
                <w:lang w:val="en-GB"/>
              </w:rPr>
            </w:pPr>
            <w:r w:rsidRPr="004E3ACA">
              <w:rPr>
                <w:lang w:val="en-GB"/>
              </w:rPr>
              <w:t>Dates of next meetings</w:t>
            </w:r>
            <w:r>
              <w:rPr>
                <w:lang w:val="en-GB"/>
              </w:rPr>
              <w:br/>
            </w:r>
            <w:r w:rsidR="00864A08">
              <w:rPr>
                <w:lang w:val="en-GB"/>
              </w:rPr>
              <w:t>17</w:t>
            </w:r>
            <w:r>
              <w:rPr>
                <w:lang w:val="en-GB"/>
              </w:rPr>
              <w:t xml:space="preserve"> </w:t>
            </w:r>
            <w:r w:rsidR="00864A08">
              <w:rPr>
                <w:lang w:val="en-GB"/>
              </w:rPr>
              <w:t>December</w:t>
            </w:r>
            <w:r>
              <w:rPr>
                <w:lang w:val="en-GB"/>
              </w:rPr>
              <w:t xml:space="preserve"> 2012</w:t>
            </w:r>
            <w:r w:rsidR="00864A08">
              <w:rPr>
                <w:lang w:val="en-GB"/>
              </w:rPr>
              <w:t xml:space="preserve">, 21 </w:t>
            </w:r>
            <w:proofErr w:type="spellStart"/>
            <w:r w:rsidR="00864A08">
              <w:rPr>
                <w:lang w:val="en-GB"/>
              </w:rPr>
              <w:t>Januari</w:t>
            </w:r>
            <w:proofErr w:type="spellEnd"/>
            <w:r w:rsidR="00864A08">
              <w:rPr>
                <w:lang w:val="en-GB"/>
              </w:rPr>
              <w:t xml:space="preserve"> 2013, 23 </w:t>
            </w:r>
            <w:proofErr w:type="spellStart"/>
            <w:r w:rsidR="00864A08">
              <w:rPr>
                <w:lang w:val="en-GB"/>
              </w:rPr>
              <w:t>Januari</w:t>
            </w:r>
            <w:proofErr w:type="spellEnd"/>
            <w:r w:rsidR="00864A08">
              <w:rPr>
                <w:lang w:val="en-GB"/>
              </w:rPr>
              <w:t xml:space="preserve">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053F" w:rsidRDefault="004E3ACA" w:rsidP="002D7B9A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BD053F" w:rsidTr="001642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BD053F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FB039F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053F" w:rsidRDefault="00BD053F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</w:tbl>
    <w:p w:rsidR="00AA703E" w:rsidRDefault="00AA703E">
      <w:pPr>
        <w:rPr>
          <w:lang w:val="en-GB"/>
        </w:rPr>
      </w:pPr>
      <w:bookmarkStart w:id="3" w:name="MinuteAdditional"/>
      <w:bookmarkEnd w:id="2"/>
      <w:bookmarkEnd w:id="3"/>
    </w:p>
    <w:p w:rsidR="00110977" w:rsidRDefault="00110977">
      <w:pPr>
        <w:rPr>
          <w:lang w:val="en-GB"/>
        </w:rPr>
      </w:pPr>
    </w:p>
    <w:tbl>
      <w:tblPr>
        <w:tblW w:w="9990" w:type="dxa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90"/>
      </w:tblGrid>
      <w:tr w:rsidR="00D648CF" w:rsidTr="00D648CF">
        <w:trPr>
          <w:trHeight w:val="671"/>
        </w:trPr>
        <w:tc>
          <w:tcPr>
            <w:tcW w:w="9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7065"/>
        <w:gridCol w:w="1797"/>
        <w:gridCol w:w="1062"/>
      </w:tblGrid>
      <w:tr w:rsidR="00D648CF" w:rsidTr="00DB3A27">
        <w:tc>
          <w:tcPr>
            <w:tcW w:w="7595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9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062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414E67" w:rsidTr="00DB3A27">
        <w:tc>
          <w:tcPr>
            <w:tcW w:w="530" w:type="dxa"/>
          </w:tcPr>
          <w:p w:rsidR="00414E67" w:rsidRDefault="00414E67" w:rsidP="00414E67">
            <w:pPr>
              <w:rPr>
                <w:lang w:val="en-GB"/>
              </w:rPr>
            </w:pPr>
          </w:p>
          <w:p w:rsidR="00DB3A27" w:rsidRDefault="00DB3A27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B230F4">
            <w:pPr>
              <w:rPr>
                <w:lang w:val="en-GB"/>
              </w:rPr>
            </w:pPr>
            <w:r>
              <w:rPr>
                <w:lang w:val="en-GB"/>
              </w:rPr>
              <w:t xml:space="preserve">The notes of the previous meeting were not discussed. </w:t>
            </w:r>
          </w:p>
          <w:p w:rsidR="00414E67" w:rsidRDefault="00B230F4" w:rsidP="00B230F4">
            <w:pPr>
              <w:rPr>
                <w:lang w:val="en-GB"/>
              </w:rPr>
            </w:pPr>
            <w:r>
              <w:rPr>
                <w:lang w:val="en-GB"/>
              </w:rPr>
              <w:t xml:space="preserve">[Secretarial note: All actions except 19 </w:t>
            </w:r>
            <w:r w:rsidR="00DB3A27">
              <w:rPr>
                <w:lang w:val="en-GB"/>
              </w:rPr>
              <w:t xml:space="preserve">and </w:t>
            </w:r>
            <w:r>
              <w:rPr>
                <w:lang w:val="en-GB"/>
              </w:rPr>
              <w:t>34</w:t>
            </w:r>
            <w:r w:rsidR="00DB3A27">
              <w:rPr>
                <w:lang w:val="en-GB"/>
              </w:rPr>
              <w:t xml:space="preserve"> were done.</w:t>
            </w:r>
            <w:r w:rsidR="008E00D4">
              <w:rPr>
                <w:lang w:val="en-GB"/>
              </w:rPr>
              <w:t xml:space="preserve"> These are repeated in these notes.</w:t>
            </w:r>
            <w:r>
              <w:rPr>
                <w:lang w:val="en-GB"/>
              </w:rPr>
              <w:t>]</w:t>
            </w:r>
          </w:p>
        </w:tc>
        <w:tc>
          <w:tcPr>
            <w:tcW w:w="1797" w:type="dxa"/>
          </w:tcPr>
          <w:p w:rsidR="00414E67" w:rsidRDefault="00414E67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14E67" w:rsidRDefault="00414E67" w:rsidP="00D648CF">
            <w:pPr>
              <w:jc w:val="center"/>
              <w:rPr>
                <w:lang w:val="en-GB"/>
              </w:rPr>
            </w:pPr>
          </w:p>
        </w:tc>
      </w:tr>
      <w:tr w:rsidR="00B230F4" w:rsidTr="00DB3A27">
        <w:tc>
          <w:tcPr>
            <w:tcW w:w="530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230F4" w:rsidRDefault="00B230F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230F4" w:rsidRDefault="00B230F4" w:rsidP="00D648CF">
            <w:pPr>
              <w:jc w:val="center"/>
              <w:rPr>
                <w:lang w:val="en-GB"/>
              </w:rPr>
            </w:pPr>
          </w:p>
        </w:tc>
      </w:tr>
      <w:tr w:rsidR="00A80CCE" w:rsidTr="00FF0324">
        <w:tc>
          <w:tcPr>
            <w:tcW w:w="530" w:type="dxa"/>
          </w:tcPr>
          <w:p w:rsidR="00A80CCE" w:rsidRDefault="00A80CCE" w:rsidP="00FF032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65" w:type="dxa"/>
          </w:tcPr>
          <w:p w:rsidR="00A80CCE" w:rsidRDefault="00A80CCE" w:rsidP="00A80CCE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</w:tc>
        <w:tc>
          <w:tcPr>
            <w:tcW w:w="1797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414E67" w:rsidTr="00DB3A27">
        <w:tc>
          <w:tcPr>
            <w:tcW w:w="530" w:type="dxa"/>
          </w:tcPr>
          <w:p w:rsidR="00414E67" w:rsidRDefault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414E67" w:rsidRDefault="00414E67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14E67" w:rsidRDefault="00414E67" w:rsidP="00D648CF">
            <w:pPr>
              <w:jc w:val="center"/>
              <w:rPr>
                <w:lang w:val="en-GB"/>
              </w:rPr>
            </w:pPr>
          </w:p>
        </w:tc>
      </w:tr>
      <w:tr w:rsidR="0030266F" w:rsidTr="00DB3A27">
        <w:tc>
          <w:tcPr>
            <w:tcW w:w="530" w:type="dxa"/>
          </w:tcPr>
          <w:p w:rsidR="0030266F" w:rsidRDefault="00C03AE4" w:rsidP="0009073D">
            <w:pPr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065" w:type="dxa"/>
          </w:tcPr>
          <w:p w:rsidR="0030266F" w:rsidRDefault="001D0960" w:rsidP="001D0960">
            <w:pPr>
              <w:rPr>
                <w:lang w:val="en-GB"/>
              </w:rPr>
            </w:pPr>
            <w:r>
              <w:rPr>
                <w:lang w:val="en-GB"/>
              </w:rPr>
              <w:t xml:space="preserve">CEN advised to convert EG's in SC3 and SC7 to official WG's. ML to look into this and set this up. </w:t>
            </w:r>
          </w:p>
        </w:tc>
        <w:tc>
          <w:tcPr>
            <w:tcW w:w="1797" w:type="dxa"/>
          </w:tcPr>
          <w:p w:rsidR="0030266F" w:rsidRDefault="001D096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30266F" w:rsidRDefault="001D096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201210</w:t>
            </w:r>
            <w:r w:rsidR="008E00D4">
              <w:rPr>
                <w:lang w:val="en-GB"/>
              </w:rPr>
              <w:t>31</w:t>
            </w:r>
          </w:p>
        </w:tc>
      </w:tr>
      <w:tr w:rsidR="0030266F" w:rsidTr="00DB3A27">
        <w:tc>
          <w:tcPr>
            <w:tcW w:w="530" w:type="dxa"/>
          </w:tcPr>
          <w:p w:rsidR="0030266F" w:rsidRDefault="0030266F" w:rsidP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0266F" w:rsidRDefault="0030266F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0266F" w:rsidRDefault="0030266F" w:rsidP="00D648CF">
            <w:pPr>
              <w:jc w:val="center"/>
              <w:rPr>
                <w:lang w:val="en-GB"/>
              </w:rPr>
            </w:pPr>
          </w:p>
        </w:tc>
      </w:tr>
      <w:tr w:rsidR="0030266F" w:rsidTr="00DB3A27">
        <w:tc>
          <w:tcPr>
            <w:tcW w:w="530" w:type="dxa"/>
          </w:tcPr>
          <w:p w:rsidR="0030266F" w:rsidRDefault="00B230F4" w:rsidP="0009073D">
            <w:pPr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7065" w:type="dxa"/>
          </w:tcPr>
          <w:p w:rsidR="0030266F" w:rsidRDefault="00B230F4" w:rsidP="00CA12B8">
            <w:pPr>
              <w:rPr>
                <w:lang w:val="en-GB"/>
              </w:rPr>
            </w:pPr>
            <w:r>
              <w:rPr>
                <w:lang w:val="en-GB"/>
              </w:rPr>
              <w:t>AB to write a chairman's report after TC 250 and send to all</w:t>
            </w:r>
            <w:r w:rsidR="002F571D">
              <w:rPr>
                <w:lang w:val="en-GB"/>
              </w:rPr>
              <w:t>, including notes from Brussels meeting.</w:t>
            </w:r>
          </w:p>
        </w:tc>
        <w:tc>
          <w:tcPr>
            <w:tcW w:w="1797" w:type="dxa"/>
          </w:tcPr>
          <w:p w:rsidR="0030266F" w:rsidRDefault="002F571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30266F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CA12B8" w:rsidTr="00DB3A27">
        <w:tc>
          <w:tcPr>
            <w:tcW w:w="530" w:type="dxa"/>
          </w:tcPr>
          <w:p w:rsidR="00CA12B8" w:rsidRDefault="00CA12B8" w:rsidP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CA12B8" w:rsidRDefault="00CA12B8" w:rsidP="00CA12B8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CA12B8" w:rsidRDefault="00CA12B8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CA12B8" w:rsidRDefault="00CA12B8" w:rsidP="00D648CF">
            <w:pPr>
              <w:jc w:val="center"/>
              <w:rPr>
                <w:lang w:val="en-GB"/>
              </w:rPr>
            </w:pPr>
          </w:p>
        </w:tc>
      </w:tr>
      <w:tr w:rsidR="0030266F" w:rsidTr="00DB3A27">
        <w:tc>
          <w:tcPr>
            <w:tcW w:w="530" w:type="dxa"/>
          </w:tcPr>
          <w:p w:rsidR="0030266F" w:rsidRDefault="002F571D">
            <w:pPr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7065" w:type="dxa"/>
          </w:tcPr>
          <w:p w:rsidR="0030266F" w:rsidRDefault="002F571D" w:rsidP="00D06682">
            <w:pPr>
              <w:rPr>
                <w:lang w:val="en-GB"/>
              </w:rPr>
            </w:pPr>
            <w:r>
              <w:rPr>
                <w:lang w:val="en-GB"/>
              </w:rPr>
              <w:t xml:space="preserve">EG1 has to finish Section 8 today. AB and ML to check corrections made by EG1. ML to send Section 8 for UAP to TC 250. </w:t>
            </w:r>
          </w:p>
        </w:tc>
        <w:tc>
          <w:tcPr>
            <w:tcW w:w="1797" w:type="dxa"/>
          </w:tcPr>
          <w:p w:rsidR="0030266F" w:rsidRDefault="002F571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1062" w:type="dxa"/>
          </w:tcPr>
          <w:p w:rsidR="0030266F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20121112</w:t>
            </w:r>
          </w:p>
        </w:tc>
      </w:tr>
      <w:tr w:rsidR="002F571D" w:rsidTr="00DB3A27">
        <w:tc>
          <w:tcPr>
            <w:tcW w:w="530" w:type="dxa"/>
          </w:tcPr>
          <w:p w:rsidR="002F571D" w:rsidRDefault="002F571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2F571D" w:rsidRDefault="002F571D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2F571D" w:rsidRDefault="002F571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2F571D" w:rsidRDefault="002F571D" w:rsidP="00D648CF">
            <w:pPr>
              <w:jc w:val="center"/>
              <w:rPr>
                <w:lang w:val="en-GB"/>
              </w:rPr>
            </w:pPr>
          </w:p>
        </w:tc>
      </w:tr>
      <w:tr w:rsidR="002F571D" w:rsidTr="00DB3A27">
        <w:tc>
          <w:tcPr>
            <w:tcW w:w="530" w:type="dxa"/>
          </w:tcPr>
          <w:p w:rsidR="002F571D" w:rsidRDefault="002F571D">
            <w:pPr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7065" w:type="dxa"/>
          </w:tcPr>
          <w:p w:rsidR="002F571D" w:rsidRDefault="00F37EA2" w:rsidP="00F37EA2">
            <w:pPr>
              <w:rPr>
                <w:lang w:val="en-GB"/>
              </w:rPr>
            </w:pPr>
            <w:r>
              <w:rPr>
                <w:lang w:val="en-GB"/>
              </w:rPr>
              <w:t xml:space="preserve">ML to put clean version of Section 8 and response to comments on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2F571D" w:rsidRDefault="00F37EA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2F571D" w:rsidRDefault="00E73744" w:rsidP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5D3154" w:rsidTr="00DB3A27">
        <w:tc>
          <w:tcPr>
            <w:tcW w:w="530" w:type="dxa"/>
          </w:tcPr>
          <w:p w:rsidR="005D3154" w:rsidRDefault="005D3154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D3154" w:rsidRDefault="005D3154" w:rsidP="00F37EA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D3154" w:rsidRDefault="005D31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D3154" w:rsidRDefault="005D3154" w:rsidP="00E73744">
            <w:pPr>
              <w:jc w:val="center"/>
              <w:rPr>
                <w:lang w:val="en-GB"/>
              </w:rPr>
            </w:pPr>
          </w:p>
        </w:tc>
      </w:tr>
      <w:tr w:rsidR="005D3154" w:rsidTr="00DB3A27">
        <w:tc>
          <w:tcPr>
            <w:tcW w:w="530" w:type="dxa"/>
          </w:tcPr>
          <w:p w:rsidR="005D3154" w:rsidRDefault="005D3154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D3154" w:rsidRDefault="005D3154" w:rsidP="005D3154">
            <w:pPr>
              <w:rPr>
                <w:lang w:val="en-GB"/>
              </w:rPr>
            </w:pPr>
            <w:r w:rsidRPr="005D3154">
              <w:rPr>
                <w:lang w:val="en-GB"/>
              </w:rPr>
              <w:t>B</w:t>
            </w:r>
            <w:r>
              <w:rPr>
                <w:lang w:val="en-GB"/>
              </w:rPr>
              <w:t>S</w:t>
            </w:r>
            <w:bookmarkStart w:id="4" w:name="_GoBack"/>
            <w:bookmarkEnd w:id="4"/>
            <w:r w:rsidRPr="005D3154">
              <w:rPr>
                <w:lang w:val="en-GB"/>
              </w:rPr>
              <w:t xml:space="preserve"> reported of the discussion on the implementation of Section 8 in Germany. There is no objection to the technical content of it but a resistance to its </w:t>
            </w:r>
            <w:proofErr w:type="spellStart"/>
            <w:r w:rsidRPr="005D3154">
              <w:rPr>
                <w:lang w:val="en-GB"/>
              </w:rPr>
              <w:t>implemention</w:t>
            </w:r>
            <w:proofErr w:type="spellEnd"/>
            <w:r w:rsidRPr="005D3154">
              <w:rPr>
                <w:lang w:val="en-GB"/>
              </w:rPr>
              <w:t xml:space="preserve"> only a short time after Eurocodes have been introduced by the German building authorities in July 2012.</w:t>
            </w:r>
          </w:p>
        </w:tc>
        <w:tc>
          <w:tcPr>
            <w:tcW w:w="1797" w:type="dxa"/>
          </w:tcPr>
          <w:p w:rsidR="005D3154" w:rsidRDefault="005D31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D3154" w:rsidRDefault="005D3154" w:rsidP="00E73744">
            <w:pPr>
              <w:jc w:val="center"/>
              <w:rPr>
                <w:lang w:val="en-GB"/>
              </w:rPr>
            </w:pPr>
          </w:p>
        </w:tc>
      </w:tr>
      <w:tr w:rsidR="00F37EA2" w:rsidTr="00DB3A27">
        <w:tc>
          <w:tcPr>
            <w:tcW w:w="530" w:type="dxa"/>
          </w:tcPr>
          <w:p w:rsidR="00F37EA2" w:rsidRDefault="00F37EA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F37EA2" w:rsidRDefault="00F37EA2" w:rsidP="00F37EA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F37EA2" w:rsidRDefault="00F37EA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F37EA2" w:rsidRDefault="00F37EA2" w:rsidP="00D648CF">
            <w:pPr>
              <w:jc w:val="center"/>
              <w:rPr>
                <w:lang w:val="en-GB"/>
              </w:rPr>
            </w:pPr>
          </w:p>
        </w:tc>
      </w:tr>
      <w:tr w:rsidR="00F37EA2" w:rsidTr="00DB3A27">
        <w:tc>
          <w:tcPr>
            <w:tcW w:w="530" w:type="dxa"/>
          </w:tcPr>
          <w:p w:rsidR="00F37EA2" w:rsidRDefault="00F37EA2">
            <w:pPr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7065" w:type="dxa"/>
          </w:tcPr>
          <w:p w:rsidR="00F37EA2" w:rsidRDefault="00F37EA2" w:rsidP="00EB3862">
            <w:pPr>
              <w:rPr>
                <w:lang w:val="en-GB"/>
              </w:rPr>
            </w:pPr>
            <w:r>
              <w:rPr>
                <w:lang w:val="en-GB"/>
              </w:rPr>
              <w:t xml:space="preserve">EG5 is very unhappy with ISO/TC 221 creating a Technical Report on a limit state design for </w:t>
            </w:r>
            <w:proofErr w:type="spellStart"/>
            <w:r>
              <w:rPr>
                <w:lang w:val="en-GB"/>
              </w:rPr>
              <w:t>Geosynthetics</w:t>
            </w:r>
            <w:proofErr w:type="spellEnd"/>
            <w:r>
              <w:rPr>
                <w:lang w:val="en-GB"/>
              </w:rPr>
              <w:t xml:space="preserve"> in Geotechnical structures. ML contacted ISO and </w:t>
            </w:r>
            <w:r w:rsidR="00EB3862">
              <w:rPr>
                <w:lang w:val="en-GB"/>
              </w:rPr>
              <w:t>secretariat of ISO/TC 221 (BSI)</w:t>
            </w:r>
            <w:r>
              <w:rPr>
                <w:lang w:val="en-GB"/>
              </w:rPr>
              <w:t xml:space="preserve">, AB discussed with </w:t>
            </w:r>
            <w:r w:rsidR="00EB3862">
              <w:rPr>
                <w:lang w:val="en-GB"/>
              </w:rPr>
              <w:t xml:space="preserve">BSI and chairman of ISO/TC </w:t>
            </w:r>
            <w:r w:rsidR="00EB3862">
              <w:rPr>
                <w:lang w:val="en-GB"/>
              </w:rPr>
              <w:lastRenderedPageBreak/>
              <w:t xml:space="preserve">221/WG 6. ML to distribute </w:t>
            </w:r>
            <w:proofErr w:type="spellStart"/>
            <w:r w:rsidR="00EB3862">
              <w:rPr>
                <w:lang w:val="en-GB"/>
              </w:rPr>
              <w:t>workitem</w:t>
            </w:r>
            <w:proofErr w:type="spellEnd"/>
            <w:r w:rsidR="00EB3862">
              <w:rPr>
                <w:lang w:val="en-GB"/>
              </w:rPr>
              <w:t xml:space="preserve"> proposal. AB to write a letter to TC 221, ML, BS, RF, GS and EG5 to react.</w:t>
            </w:r>
          </w:p>
        </w:tc>
        <w:tc>
          <w:tcPr>
            <w:tcW w:w="1797" w:type="dxa"/>
          </w:tcPr>
          <w:p w:rsidR="00F37EA2" w:rsidRDefault="00EB386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ALL/EG5</w:t>
            </w:r>
          </w:p>
        </w:tc>
        <w:tc>
          <w:tcPr>
            <w:tcW w:w="1062" w:type="dxa"/>
          </w:tcPr>
          <w:p w:rsidR="00F37EA2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EB3862" w:rsidTr="00DB3A27">
        <w:tc>
          <w:tcPr>
            <w:tcW w:w="530" w:type="dxa"/>
          </w:tcPr>
          <w:p w:rsidR="00EB3862" w:rsidRDefault="00EB386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EB3862" w:rsidRDefault="00EB3862" w:rsidP="00EB386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EB3862" w:rsidRDefault="00EB386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EB3862" w:rsidRDefault="00EB3862" w:rsidP="00D648CF">
            <w:pPr>
              <w:jc w:val="center"/>
              <w:rPr>
                <w:lang w:val="en-GB"/>
              </w:rPr>
            </w:pPr>
          </w:p>
        </w:tc>
      </w:tr>
      <w:tr w:rsidR="00EB3862" w:rsidTr="00DB3A27">
        <w:tc>
          <w:tcPr>
            <w:tcW w:w="530" w:type="dxa"/>
          </w:tcPr>
          <w:p w:rsidR="00EB3862" w:rsidRDefault="00EB3862">
            <w:pPr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7065" w:type="dxa"/>
          </w:tcPr>
          <w:p w:rsidR="00EB3862" w:rsidRDefault="00EB3862" w:rsidP="00EB3862">
            <w:pPr>
              <w:rPr>
                <w:lang w:val="en-GB"/>
              </w:rPr>
            </w:pPr>
            <w:r>
              <w:rPr>
                <w:lang w:val="en-GB"/>
              </w:rPr>
              <w:t>Response to specific mandate to be filled in asap. AB made draft. ML to distribute responses from SC1 and SC3 to all.</w:t>
            </w:r>
            <w:r w:rsidR="00BA71FD">
              <w:rPr>
                <w:lang w:val="en-GB"/>
              </w:rPr>
              <w:t xml:space="preserve"> All to comment and improve.</w:t>
            </w:r>
          </w:p>
        </w:tc>
        <w:tc>
          <w:tcPr>
            <w:tcW w:w="1797" w:type="dxa"/>
          </w:tcPr>
          <w:p w:rsidR="00EB3862" w:rsidRDefault="00BA71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062" w:type="dxa"/>
          </w:tcPr>
          <w:p w:rsidR="00EB3862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20121115</w:t>
            </w:r>
          </w:p>
        </w:tc>
      </w:tr>
      <w:tr w:rsidR="00D06682" w:rsidTr="00DB3A27">
        <w:tc>
          <w:tcPr>
            <w:tcW w:w="530" w:type="dxa"/>
          </w:tcPr>
          <w:p w:rsidR="00D06682" w:rsidRDefault="00D0668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D06682" w:rsidRDefault="00D06682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D06682" w:rsidRDefault="00D0668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D06682" w:rsidRDefault="00D06682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7065" w:type="dxa"/>
          </w:tcPr>
          <w:p w:rsidR="00BA71FD" w:rsidRDefault="00BA71FD" w:rsidP="00D06682">
            <w:pPr>
              <w:rPr>
                <w:lang w:val="en-GB"/>
              </w:rPr>
            </w:pPr>
            <w:r>
              <w:rPr>
                <w:lang w:val="en-GB"/>
              </w:rPr>
              <w:t xml:space="preserve">AB in TC 250 meeting to discuss trouble with </w:t>
            </w:r>
            <w:proofErr w:type="gramStart"/>
            <w:r>
              <w:rPr>
                <w:lang w:val="en-GB"/>
              </w:rPr>
              <w:t>NSB's putting</w:t>
            </w:r>
            <w:proofErr w:type="gramEnd"/>
            <w:r>
              <w:rPr>
                <w:lang w:val="en-GB"/>
              </w:rPr>
              <w:t xml:space="preserve"> experts on </w:t>
            </w:r>
            <w:proofErr w:type="spellStart"/>
            <w:r>
              <w:rPr>
                <w:lang w:val="en-GB"/>
              </w:rPr>
              <w:t>LiveLink</w:t>
            </w:r>
            <w:proofErr w:type="spellEnd"/>
            <w:r>
              <w:rPr>
                <w:lang w:val="en-GB"/>
              </w:rPr>
              <w:t xml:space="preserve"> and trouble with access to NDP's/NCCI's (again).</w:t>
            </w: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BA71FD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145A93" w:rsidTr="00DB3A27">
        <w:tc>
          <w:tcPr>
            <w:tcW w:w="530" w:type="dxa"/>
          </w:tcPr>
          <w:p w:rsidR="00145A93" w:rsidRDefault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145A93" w:rsidRDefault="00145A93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145A93" w:rsidRDefault="00145A9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145A93" w:rsidRDefault="00145A93" w:rsidP="00D648CF">
            <w:pPr>
              <w:jc w:val="center"/>
              <w:rPr>
                <w:lang w:val="en-GB"/>
              </w:rPr>
            </w:pPr>
          </w:p>
        </w:tc>
      </w:tr>
      <w:tr w:rsidR="00145A93" w:rsidTr="00DB3A27">
        <w:tc>
          <w:tcPr>
            <w:tcW w:w="530" w:type="dxa"/>
          </w:tcPr>
          <w:p w:rsidR="00145A93" w:rsidRDefault="00145A93">
            <w:pPr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7065" w:type="dxa"/>
          </w:tcPr>
          <w:p w:rsidR="00145A93" w:rsidRDefault="00145A93" w:rsidP="00D06682">
            <w:pPr>
              <w:rPr>
                <w:lang w:val="en-GB"/>
              </w:rPr>
            </w:pPr>
            <w:r>
              <w:rPr>
                <w:lang w:val="en-GB"/>
              </w:rPr>
              <w:t xml:space="preserve">AB to contact JRC about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</w:t>
            </w:r>
            <w:proofErr w:type="spellStart"/>
            <w:r>
              <w:rPr>
                <w:lang w:val="en-GB"/>
              </w:rPr>
              <w:t>masterclass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145A93" w:rsidRDefault="00145A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145A93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A71FD" w:rsidRDefault="00BA71FD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A71FD" w:rsidRDefault="00BA71FD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 w:rsidP="00145A93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145A93">
              <w:rPr>
                <w:lang w:val="en-GB"/>
              </w:rPr>
              <w:t>2</w:t>
            </w:r>
          </w:p>
        </w:tc>
        <w:tc>
          <w:tcPr>
            <w:tcW w:w="7065" w:type="dxa"/>
          </w:tcPr>
          <w:p w:rsidR="00BA71FD" w:rsidRDefault="00BA71FD" w:rsidP="00BA71FD">
            <w:pPr>
              <w:rPr>
                <w:lang w:val="en-GB"/>
              </w:rPr>
            </w:pPr>
            <w:r>
              <w:rPr>
                <w:lang w:val="en-GB"/>
              </w:rPr>
              <w:t xml:space="preserve">Suggestions for improvement of STR/EQU/GEO/UPL currently made by civil engineers. To be </w:t>
            </w:r>
            <w:r w:rsidR="00145A93">
              <w:rPr>
                <w:lang w:val="en-GB"/>
              </w:rPr>
              <w:t>kept on the agenda.</w:t>
            </w:r>
          </w:p>
        </w:tc>
        <w:tc>
          <w:tcPr>
            <w:tcW w:w="1797" w:type="dxa"/>
          </w:tcPr>
          <w:p w:rsidR="00BA71FD" w:rsidRDefault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BA71FD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A71FD" w:rsidRDefault="00BA71FD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A71FD" w:rsidRDefault="00BA71FD" w:rsidP="00D648CF">
            <w:pPr>
              <w:jc w:val="center"/>
              <w:rPr>
                <w:lang w:val="en-GB"/>
              </w:rPr>
            </w:pPr>
          </w:p>
        </w:tc>
      </w:tr>
      <w:tr w:rsidR="0009073D" w:rsidTr="00DB3A27">
        <w:tc>
          <w:tcPr>
            <w:tcW w:w="530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E73744" w:rsidRDefault="00145A93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Monday 17 </w:t>
            </w:r>
            <w:proofErr w:type="spellStart"/>
            <w:r>
              <w:rPr>
                <w:lang w:val="en-GB"/>
              </w:rPr>
              <w:t>december</w:t>
            </w:r>
            <w:proofErr w:type="spellEnd"/>
            <w:r w:rsidR="0009073D">
              <w:rPr>
                <w:lang w:val="en-GB"/>
              </w:rPr>
              <w:t xml:space="preserve"> </w:t>
            </w:r>
            <w:r w:rsidR="00E73744">
              <w:rPr>
                <w:lang w:val="en-GB"/>
              </w:rPr>
              <w:t xml:space="preserve">(depending on GS) </w:t>
            </w:r>
            <w:r w:rsidR="0009073D">
              <w:rPr>
                <w:lang w:val="en-GB"/>
              </w:rPr>
              <w:t xml:space="preserve">at </w:t>
            </w:r>
          </w:p>
          <w:p w:rsidR="00E73744" w:rsidRDefault="0009073D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10.00 CET, </w:t>
            </w:r>
            <w:r w:rsidR="003E65F0">
              <w:rPr>
                <w:lang w:val="en-GB"/>
              </w:rPr>
              <w:t>0</w:t>
            </w:r>
            <w:r>
              <w:rPr>
                <w:lang w:val="en-GB"/>
              </w:rPr>
              <w:t xml:space="preserve">9.00 </w:t>
            </w:r>
            <w:r w:rsidR="003E65F0">
              <w:rPr>
                <w:lang w:val="en-GB"/>
              </w:rPr>
              <w:t>GMT</w:t>
            </w:r>
            <w:r w:rsidR="00145A93">
              <w:rPr>
                <w:lang w:val="en-GB"/>
              </w:rPr>
              <w:t xml:space="preserve"> or </w:t>
            </w:r>
          </w:p>
          <w:p w:rsidR="0009073D" w:rsidRDefault="00145A93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16.00 CET, 15.00 GMT </w:t>
            </w:r>
          </w:p>
          <w:p w:rsidR="00E73744" w:rsidRDefault="00E73744" w:rsidP="003E65F0">
            <w:pPr>
              <w:rPr>
                <w:lang w:val="en-GB"/>
              </w:rPr>
            </w:pPr>
          </w:p>
          <w:p w:rsidR="00E73744" w:rsidRDefault="00145A93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Monday 21 </w:t>
            </w:r>
            <w:proofErr w:type="spellStart"/>
            <w:r>
              <w:rPr>
                <w:lang w:val="en-GB"/>
              </w:rPr>
              <w:t>Januari</w:t>
            </w:r>
            <w:proofErr w:type="spellEnd"/>
            <w:r>
              <w:rPr>
                <w:lang w:val="en-GB"/>
              </w:rPr>
              <w:t xml:space="preserve"> at 10.00 CET, 09.GMT or </w:t>
            </w:r>
          </w:p>
          <w:p w:rsidR="00145A93" w:rsidRDefault="00145A93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Wednesday 23 </w:t>
            </w:r>
            <w:proofErr w:type="spellStart"/>
            <w:r>
              <w:rPr>
                <w:lang w:val="en-GB"/>
              </w:rPr>
              <w:t>Januari</w:t>
            </w:r>
            <w:proofErr w:type="spellEnd"/>
            <w:r>
              <w:rPr>
                <w:lang w:val="en-GB"/>
              </w:rPr>
              <w:t xml:space="preserve"> at 10.00 CET, 09.00 GMT (to be decided next meeting)</w:t>
            </w:r>
          </w:p>
        </w:tc>
        <w:tc>
          <w:tcPr>
            <w:tcW w:w="1797" w:type="dxa"/>
          </w:tcPr>
          <w:p w:rsidR="0009073D" w:rsidRDefault="000907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145A93">
              <w:rPr>
                <w:lang w:val="en-GB"/>
              </w:rPr>
              <w:t>/GS</w:t>
            </w:r>
          </w:p>
        </w:tc>
        <w:tc>
          <w:tcPr>
            <w:tcW w:w="1062" w:type="dxa"/>
          </w:tcPr>
          <w:p w:rsidR="0009073D" w:rsidRDefault="00CC77DB" w:rsidP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</w:t>
            </w:r>
            <w:r w:rsidR="001D0960">
              <w:rPr>
                <w:lang w:val="en-GB"/>
              </w:rPr>
              <w:t>1</w:t>
            </w:r>
            <w:r w:rsidR="00E73744">
              <w:rPr>
                <w:lang w:val="en-GB"/>
              </w:rPr>
              <w:t>217</w:t>
            </w: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47E08"/>
    <w:rsid w:val="0006600F"/>
    <w:rsid w:val="0009073D"/>
    <w:rsid w:val="000C7F80"/>
    <w:rsid w:val="001072B1"/>
    <w:rsid w:val="00110977"/>
    <w:rsid w:val="00111365"/>
    <w:rsid w:val="001238E7"/>
    <w:rsid w:val="00145A93"/>
    <w:rsid w:val="001642D5"/>
    <w:rsid w:val="00181A9A"/>
    <w:rsid w:val="00184E27"/>
    <w:rsid w:val="001979F0"/>
    <w:rsid w:val="001B7D86"/>
    <w:rsid w:val="001C336F"/>
    <w:rsid w:val="001D0960"/>
    <w:rsid w:val="001D3BCC"/>
    <w:rsid w:val="001F5CE5"/>
    <w:rsid w:val="00200CA4"/>
    <w:rsid w:val="00203025"/>
    <w:rsid w:val="002077F4"/>
    <w:rsid w:val="00211623"/>
    <w:rsid w:val="002353C8"/>
    <w:rsid w:val="00280757"/>
    <w:rsid w:val="002C7B6D"/>
    <w:rsid w:val="002D7B9A"/>
    <w:rsid w:val="002F571D"/>
    <w:rsid w:val="0030266F"/>
    <w:rsid w:val="003423E2"/>
    <w:rsid w:val="00343BA3"/>
    <w:rsid w:val="003C3213"/>
    <w:rsid w:val="003D3581"/>
    <w:rsid w:val="003E65F0"/>
    <w:rsid w:val="00414E67"/>
    <w:rsid w:val="00436962"/>
    <w:rsid w:val="00466B5C"/>
    <w:rsid w:val="004E35AF"/>
    <w:rsid w:val="004E3ACA"/>
    <w:rsid w:val="004F1CAC"/>
    <w:rsid w:val="00501F7A"/>
    <w:rsid w:val="005469B1"/>
    <w:rsid w:val="00550785"/>
    <w:rsid w:val="0056757C"/>
    <w:rsid w:val="00593B76"/>
    <w:rsid w:val="005D3154"/>
    <w:rsid w:val="00667710"/>
    <w:rsid w:val="0071287A"/>
    <w:rsid w:val="0071698D"/>
    <w:rsid w:val="007429B0"/>
    <w:rsid w:val="00745337"/>
    <w:rsid w:val="00750692"/>
    <w:rsid w:val="00753714"/>
    <w:rsid w:val="00776178"/>
    <w:rsid w:val="007852CD"/>
    <w:rsid w:val="00790771"/>
    <w:rsid w:val="007A7186"/>
    <w:rsid w:val="007C4AC5"/>
    <w:rsid w:val="0080429C"/>
    <w:rsid w:val="00853056"/>
    <w:rsid w:val="00864A08"/>
    <w:rsid w:val="0087071C"/>
    <w:rsid w:val="0089271C"/>
    <w:rsid w:val="008A0F3C"/>
    <w:rsid w:val="008E00D4"/>
    <w:rsid w:val="008F3CB5"/>
    <w:rsid w:val="00900EB4"/>
    <w:rsid w:val="00940362"/>
    <w:rsid w:val="00955DE2"/>
    <w:rsid w:val="00971C3D"/>
    <w:rsid w:val="00982F6B"/>
    <w:rsid w:val="0099731D"/>
    <w:rsid w:val="009D107B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703E"/>
    <w:rsid w:val="00AB724E"/>
    <w:rsid w:val="00AC4432"/>
    <w:rsid w:val="00B1511F"/>
    <w:rsid w:val="00B17009"/>
    <w:rsid w:val="00B230F4"/>
    <w:rsid w:val="00B27652"/>
    <w:rsid w:val="00B413DB"/>
    <w:rsid w:val="00B41DEA"/>
    <w:rsid w:val="00B434B1"/>
    <w:rsid w:val="00BA484D"/>
    <w:rsid w:val="00BA71FD"/>
    <w:rsid w:val="00BD053F"/>
    <w:rsid w:val="00BF6222"/>
    <w:rsid w:val="00C016A0"/>
    <w:rsid w:val="00C03AE4"/>
    <w:rsid w:val="00C764BB"/>
    <w:rsid w:val="00CA12B8"/>
    <w:rsid w:val="00CC0199"/>
    <w:rsid w:val="00CC25D2"/>
    <w:rsid w:val="00CC77DB"/>
    <w:rsid w:val="00D00D73"/>
    <w:rsid w:val="00D017CF"/>
    <w:rsid w:val="00D06682"/>
    <w:rsid w:val="00D30C9C"/>
    <w:rsid w:val="00D43E21"/>
    <w:rsid w:val="00D648CF"/>
    <w:rsid w:val="00D9202B"/>
    <w:rsid w:val="00DB3A27"/>
    <w:rsid w:val="00DB445C"/>
    <w:rsid w:val="00DB5424"/>
    <w:rsid w:val="00E02D8E"/>
    <w:rsid w:val="00E66BE2"/>
    <w:rsid w:val="00E67CF8"/>
    <w:rsid w:val="00E73744"/>
    <w:rsid w:val="00E746A5"/>
    <w:rsid w:val="00E76D86"/>
    <w:rsid w:val="00EB3862"/>
    <w:rsid w:val="00EF1DEC"/>
    <w:rsid w:val="00F37EA2"/>
    <w:rsid w:val="00FB039F"/>
    <w:rsid w:val="00FB1334"/>
    <w:rsid w:val="00FB18F3"/>
    <w:rsid w:val="00FE04E6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0</TotalTime>
  <Pages>2</Pages>
  <Words>536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2</cp:revision>
  <cp:lastPrinted>2011-12-12T08:44:00Z</cp:lastPrinted>
  <dcterms:created xsi:type="dcterms:W3CDTF">2012-11-11T16:48:00Z</dcterms:created>
  <dcterms:modified xsi:type="dcterms:W3CDTF">2012-11-11T16:48:00Z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